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815" w:rsidRPr="00454D7C" w:rsidRDefault="007F1364" w:rsidP="005F5815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DZS.WPRP.1221.2.2022(1)</w:t>
      </w:r>
    </w:p>
    <w:p w:rsidR="000A71A0" w:rsidRPr="0033475C" w:rsidRDefault="00987C99" w:rsidP="000A71A0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33475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Pan</w:t>
      </w:r>
      <w:r w:rsidR="00F7030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i</w:t>
      </w:r>
    </w:p>
    <w:p w:rsidR="000A71A0" w:rsidRPr="0033475C" w:rsidRDefault="00F70307" w:rsidP="00553122">
      <w:pPr>
        <w:tabs>
          <w:tab w:val="left" w:pos="7690"/>
        </w:tabs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Wioletta Zwara</w:t>
      </w:r>
      <w:r w:rsidR="00553122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</w:p>
    <w:p w:rsidR="004C6BBB" w:rsidRPr="0033475C" w:rsidRDefault="004C6BBB" w:rsidP="004C6BBB">
      <w:pPr>
        <w:ind w:left="5664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C6BBB">
        <w:rPr>
          <w:rFonts w:asciiTheme="minorHAnsi" w:eastAsia="Calibri" w:hAnsiTheme="minorHAnsi" w:cstheme="minorHAnsi"/>
          <w:sz w:val="22"/>
          <w:szCs w:val="22"/>
          <w:lang w:eastAsia="en-US"/>
        </w:rPr>
        <w:t>Sekretarz Komitetu Rady Ministrów do spraw Cyfryzacji</w:t>
      </w:r>
    </w:p>
    <w:p w:rsidR="000A71A0" w:rsidRPr="0033475C" w:rsidRDefault="007F1364" w:rsidP="000A71A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Default="007F1364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DE1072" w:rsidRDefault="00DE1072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DE1072" w:rsidRPr="0033475C" w:rsidRDefault="00DE1072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0A71A0" w:rsidRPr="0033475C" w:rsidRDefault="007F1364" w:rsidP="000A71A0">
      <w:pPr>
        <w:tabs>
          <w:tab w:val="left" w:pos="3480"/>
        </w:tabs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935D23" w:rsidRPr="0033475C" w:rsidRDefault="007D0DB4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W z</w:t>
      </w:r>
      <w:r w:rsidR="007D1DC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ałączeniu przekazuję </w:t>
      </w: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Raport z pos</w:t>
      </w:r>
      <w:r w:rsidR="00FC34E5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tępu rzeczowo-finansowego za I</w:t>
      </w:r>
      <w:r w:rsidR="007F136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I</w:t>
      </w:r>
      <w:r w:rsidR="00FC34E5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kwartał 2022</w:t>
      </w: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</w:t>
      </w:r>
      <w:r w:rsidR="00C56628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roku projektu informatycznego pn</w:t>
      </w: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. </w:t>
      </w:r>
      <w:r w:rsidR="004E7B1A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Portal RP</w:t>
      </w: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.</w:t>
      </w:r>
    </w:p>
    <w:p w:rsidR="0033475C" w:rsidRPr="0033475C" w:rsidRDefault="007F1364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Pr="0033475C" w:rsidRDefault="007F1364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Pr="0033475C" w:rsidRDefault="007F1364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Pr="0033475C" w:rsidRDefault="007F1364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7F1364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987C99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7F1364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987C9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3431EA">
        <w:rPr>
          <w:rFonts w:asciiTheme="minorHAnsi" w:hAnsiTheme="minorHAnsi" w:cstheme="minorHAnsi"/>
          <w:b/>
          <w:bCs/>
        </w:rPr>
        <w:t>Janusz Cieszyński</w:t>
      </w:r>
    </w:p>
    <w:p w:rsidR="000A71A0" w:rsidRPr="0033475C" w:rsidRDefault="00987C9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987C9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7F1364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987C99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Załączniki:</w:t>
      </w:r>
    </w:p>
    <w:p w:rsidR="00BF2C57" w:rsidRPr="004C265D" w:rsidRDefault="00BF2C57" w:rsidP="00BF2C57">
      <w:pPr>
        <w:pStyle w:val="Akapitzlist"/>
        <w:numPr>
          <w:ilvl w:val="0"/>
          <w:numId w:val="1"/>
        </w:num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Raport z pos</w:t>
      </w:r>
      <w:r w:rsidR="00FC34E5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tępu rzeczowo-finansowego za I</w:t>
      </w:r>
      <w:r w:rsidR="007F136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I</w:t>
      </w:r>
      <w:bookmarkStart w:id="0" w:name="_GoBack"/>
      <w:bookmarkEnd w:id="0"/>
      <w:r w:rsidR="00FC34E5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kwartał 2022</w:t>
      </w: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</w:t>
      </w: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roku projektu informatycznego pn</w:t>
      </w: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. </w:t>
      </w:r>
      <w:r w:rsidR="00212910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Portal RP</w:t>
      </w: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.</w:t>
      </w: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30905" w:rsidRPr="0033475C" w:rsidRDefault="007F1364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B98" w:rsidRDefault="002C6B98">
      <w:r>
        <w:separator/>
      </w:r>
    </w:p>
  </w:endnote>
  <w:endnote w:type="continuationSeparator" w:id="0">
    <w:p w:rsidR="002C6B98" w:rsidRDefault="002C6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987C9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987C99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:rsidR="005E753F" w:rsidRDefault="00987C99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proofErr w:type="gramStart"/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</w:t>
                    </w:r>
                    <w:proofErr w:type="gramEnd"/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987C99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B98" w:rsidRDefault="002C6B98">
      <w:r>
        <w:separator/>
      </w:r>
    </w:p>
  </w:footnote>
  <w:footnote w:type="continuationSeparator" w:id="0">
    <w:p w:rsidR="002C6B98" w:rsidRDefault="002C6B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F1364" w:rsidP="007018D3">
    <w:pPr>
      <w:pStyle w:val="Nagwek"/>
      <w:jc w:val="right"/>
    </w:pPr>
  </w:p>
  <w:p w:rsidR="007018D3" w:rsidRDefault="007F1364" w:rsidP="007018D3">
    <w:pPr>
      <w:pStyle w:val="Nagwek"/>
      <w:jc w:val="right"/>
    </w:pPr>
  </w:p>
  <w:p w:rsidR="004633D0" w:rsidRDefault="00987C99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A3527" w:rsidRDefault="007F1364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:rsidR="0033475C" w:rsidRPr="00DA3527" w:rsidRDefault="003C5133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987C99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:rsidR="007018D3" w:rsidRPr="00495DA1" w:rsidRDefault="00987C99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Warszawa, dnia</w:t>
    </w:r>
    <w:r w:rsidR="004C265D">
      <w:t xml:space="preserve"> </w:t>
    </w:r>
    <w:r w:rsidR="00F70307">
      <w:t xml:space="preserve">  </w:t>
    </w:r>
    <w:r w:rsidR="00C56628">
      <w:t xml:space="preserve"> </w:t>
    </w:r>
    <w:r w:rsidR="007F1364">
      <w:t>sierpnia</w:t>
    </w:r>
    <w:r w:rsidR="00F70307">
      <w:t xml:space="preserve"> 202</w:t>
    </w:r>
    <w:r w:rsidR="00553122">
      <w:t>2</w:t>
    </w:r>
    <w:r w:rsidR="00F70307">
      <w:t xml:space="preserve"> </w:t>
    </w:r>
    <w:r>
      <w:t>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F0C0E"/>
    <w:multiLevelType w:val="hybridMultilevel"/>
    <w:tmpl w:val="AE9077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5C8"/>
    <w:rsid w:val="00106890"/>
    <w:rsid w:val="00136C90"/>
    <w:rsid w:val="001D2BBE"/>
    <w:rsid w:val="001D6ED7"/>
    <w:rsid w:val="00212910"/>
    <w:rsid w:val="00267FC1"/>
    <w:rsid w:val="002C6B98"/>
    <w:rsid w:val="003431EA"/>
    <w:rsid w:val="003C5133"/>
    <w:rsid w:val="00454D7C"/>
    <w:rsid w:val="004C265D"/>
    <w:rsid w:val="004C6BBB"/>
    <w:rsid w:val="004E7B1A"/>
    <w:rsid w:val="00553122"/>
    <w:rsid w:val="0059414A"/>
    <w:rsid w:val="005A034C"/>
    <w:rsid w:val="005E0E65"/>
    <w:rsid w:val="005F5815"/>
    <w:rsid w:val="00615A87"/>
    <w:rsid w:val="006605C8"/>
    <w:rsid w:val="00664E65"/>
    <w:rsid w:val="006B2ED8"/>
    <w:rsid w:val="00780C7A"/>
    <w:rsid w:val="007D0DB4"/>
    <w:rsid w:val="007D1DC9"/>
    <w:rsid w:val="007D7B20"/>
    <w:rsid w:val="007F1364"/>
    <w:rsid w:val="009704EF"/>
    <w:rsid w:val="00987C99"/>
    <w:rsid w:val="009A2B7B"/>
    <w:rsid w:val="00A57161"/>
    <w:rsid w:val="00AD0B74"/>
    <w:rsid w:val="00AE0752"/>
    <w:rsid w:val="00BF2C57"/>
    <w:rsid w:val="00C56628"/>
    <w:rsid w:val="00C66AE2"/>
    <w:rsid w:val="00CA537C"/>
    <w:rsid w:val="00CB01A1"/>
    <w:rsid w:val="00DC5F8A"/>
    <w:rsid w:val="00DE1072"/>
    <w:rsid w:val="00EB0725"/>
    <w:rsid w:val="00F3690B"/>
    <w:rsid w:val="00F40E8C"/>
    <w:rsid w:val="00F70307"/>
    <w:rsid w:val="00F75F0A"/>
    <w:rsid w:val="00FC238F"/>
    <w:rsid w:val="00FC3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DF5B4D66-67FC-46CE-92F7-BF05566AB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7D0D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0</TotalTime>
  <Pages>1</Pages>
  <Words>61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Kuzawińska Agnieszka</cp:lastModifiedBy>
  <cp:revision>2</cp:revision>
  <dcterms:created xsi:type="dcterms:W3CDTF">2022-08-23T12:56:00Z</dcterms:created>
  <dcterms:modified xsi:type="dcterms:W3CDTF">2022-08-23T12:56:00Z</dcterms:modified>
</cp:coreProperties>
</file>